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both"/>
        <w:rPr>
          <w:rFonts w:hint="eastAsia" w:ascii="仿宋_GB2312" w:hAnsi="仿宋_GB2312" w:eastAsia="仿宋_GB2312" w:cs="仿宋_GB2312"/>
          <w:b w:val="0"/>
          <w:bCs w:val="0"/>
          <w:spacing w:val="4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pacing w:val="40"/>
          <w:sz w:val="30"/>
          <w:szCs w:val="30"/>
          <w:lang w:val="en-US" w:eastAsia="zh-CN"/>
        </w:rPr>
        <w:t>附件5</w:t>
      </w:r>
      <w:r>
        <w:rPr>
          <w:rFonts w:hint="eastAsia" w:ascii="仿宋_GB2312" w:hAnsi="仿宋_GB2312" w:eastAsia="仿宋_GB2312" w:cs="仿宋_GB2312"/>
          <w:b w:val="0"/>
          <w:bCs w:val="0"/>
          <w:spacing w:val="40"/>
          <w:sz w:val="32"/>
          <w:szCs w:val="32"/>
          <w:lang w:val="en-US" w:eastAsia="zh-CN"/>
        </w:rPr>
        <w:t>：</w:t>
      </w:r>
    </w:p>
    <w:p>
      <w:pPr>
        <w:snapToGrid w:val="0"/>
        <w:jc w:val="center"/>
        <w:rPr>
          <w:rFonts w:hint="eastAsia" w:eastAsia="黑体"/>
          <w:b/>
          <w:bCs/>
          <w:spacing w:val="40"/>
          <w:sz w:val="44"/>
          <w:lang w:val="en-US" w:eastAsia="zh-CN"/>
        </w:rPr>
      </w:pPr>
    </w:p>
    <w:p>
      <w:pPr>
        <w:snapToGrid w:val="0"/>
        <w:jc w:val="center"/>
        <w:rPr>
          <w:rFonts w:hint="eastAsia" w:eastAsia="黑体"/>
          <w:b/>
          <w:bCs/>
          <w:spacing w:val="40"/>
          <w:sz w:val="44"/>
          <w:lang w:val="en-US" w:eastAsia="zh-CN"/>
        </w:rPr>
      </w:pPr>
    </w:p>
    <w:p>
      <w:pPr>
        <w:snapToGrid w:val="0"/>
        <w:jc w:val="center"/>
        <w:rPr>
          <w:rFonts w:hint="default" w:eastAsia="黑体"/>
          <w:b/>
          <w:bCs/>
          <w:spacing w:val="40"/>
          <w:sz w:val="44"/>
          <w:lang w:val="en-US" w:eastAsia="zh-CN"/>
        </w:rPr>
      </w:pPr>
      <w:r>
        <w:rPr>
          <w:rFonts w:hint="eastAsia" w:eastAsia="黑体"/>
          <w:b/>
          <w:bCs/>
          <w:spacing w:val="40"/>
          <w:sz w:val="44"/>
          <w:lang w:val="en-US" w:eastAsia="zh-CN"/>
        </w:rPr>
        <w:t>五分钟视频初选</w:t>
      </w:r>
      <w:r>
        <w:rPr>
          <w:rFonts w:hint="eastAsia" w:eastAsia="黑体"/>
          <w:b/>
          <w:bCs/>
          <w:spacing w:val="40"/>
          <w:sz w:val="44"/>
        </w:rPr>
        <w:t>评分</w:t>
      </w:r>
      <w:r>
        <w:rPr>
          <w:rFonts w:hint="eastAsia" w:eastAsia="黑体"/>
          <w:b/>
          <w:bCs/>
          <w:spacing w:val="40"/>
          <w:sz w:val="44"/>
          <w:lang w:val="en-US" w:eastAsia="zh-CN"/>
        </w:rPr>
        <w:t>标准（总分100分）</w:t>
      </w:r>
      <w:bookmarkStart w:id="0" w:name="_GoBack"/>
      <w:bookmarkEnd w:id="0"/>
    </w:p>
    <w:p>
      <w:pPr>
        <w:snapToGrid w:val="0"/>
        <w:jc w:val="center"/>
        <w:rPr>
          <w:rFonts w:hint="eastAsia" w:eastAsia="黑体"/>
          <w:b/>
          <w:bCs/>
          <w:spacing w:val="40"/>
          <w:sz w:val="44"/>
          <w:lang w:val="en-US" w:eastAsia="zh-CN"/>
        </w:rPr>
      </w:pPr>
    </w:p>
    <w:tbl>
      <w:tblPr>
        <w:tblStyle w:val="4"/>
        <w:tblW w:w="13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2389"/>
        <w:gridCol w:w="2390"/>
        <w:gridCol w:w="2390"/>
        <w:gridCol w:w="2390"/>
        <w:gridCol w:w="2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1439" w:type="dxa"/>
            <w:vAlign w:val="center"/>
          </w:tcPr>
          <w:p>
            <w:pPr>
              <w:snapToGrid w:val="0"/>
              <w:spacing w:line="400" w:lineRule="exact"/>
              <w:ind w:left="3"/>
              <w:jc w:val="center"/>
              <w:rPr>
                <w:b/>
                <w:bCs/>
                <w:spacing w:val="10"/>
                <w:sz w:val="28"/>
              </w:rPr>
            </w:pPr>
            <w:r>
              <w:rPr>
                <w:rFonts w:hint="eastAsia"/>
                <w:b/>
                <w:bCs/>
                <w:spacing w:val="10"/>
                <w:sz w:val="28"/>
                <w:lang w:val="en-US" w:eastAsia="zh-CN"/>
              </w:rPr>
              <w:t>评分</w:t>
            </w:r>
            <w:r>
              <w:rPr>
                <w:rFonts w:hint="eastAsia"/>
                <w:b/>
                <w:bCs/>
                <w:spacing w:val="10"/>
                <w:sz w:val="28"/>
              </w:rPr>
              <w:t>要素</w:t>
            </w:r>
          </w:p>
        </w:tc>
        <w:tc>
          <w:tcPr>
            <w:tcW w:w="2389" w:type="dxa"/>
            <w:vAlign w:val="center"/>
          </w:tcPr>
          <w:p>
            <w:pPr>
              <w:snapToGrid w:val="0"/>
              <w:spacing w:line="340" w:lineRule="exact"/>
              <w:ind w:left="-7"/>
              <w:jc w:val="center"/>
              <w:rPr>
                <w:rFonts w:hint="default" w:eastAsia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lang w:val="en-US" w:eastAsia="zh-CN"/>
              </w:rPr>
              <w:t>1.视频内容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340" w:lineRule="exact"/>
              <w:ind w:left="-7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  <w:lang w:val="en-US" w:eastAsia="zh-CN"/>
              </w:rPr>
              <w:t>2.</w:t>
            </w:r>
            <w:r>
              <w:rPr>
                <w:rFonts w:hint="eastAsia"/>
                <w:b/>
                <w:bCs/>
                <w:sz w:val="28"/>
              </w:rPr>
              <w:t>言语表达能力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340" w:lineRule="exact"/>
              <w:ind w:left="-7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  <w:lang w:val="en-US" w:eastAsia="zh-CN"/>
              </w:rPr>
              <w:t>3.</w:t>
            </w:r>
            <w:r>
              <w:rPr>
                <w:rFonts w:hint="eastAsia"/>
                <w:b/>
                <w:bCs/>
                <w:sz w:val="28"/>
              </w:rPr>
              <w:t>举止仪表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eastAsia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lang w:val="en-US" w:eastAsia="zh-CN"/>
              </w:rPr>
              <w:t>4.视频效果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eastAsia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lang w:val="en-US" w:eastAsia="zh-CN"/>
              </w:rPr>
              <w:t>5.综合印象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  <w:jc w:val="center"/>
        </w:trPr>
        <w:tc>
          <w:tcPr>
            <w:tcW w:w="143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b/>
                <w:bCs/>
                <w:spacing w:val="10"/>
                <w:sz w:val="28"/>
              </w:rPr>
            </w:pPr>
            <w:r>
              <w:rPr>
                <w:rFonts w:hint="eastAsia"/>
                <w:b/>
                <w:bCs/>
                <w:spacing w:val="10"/>
                <w:sz w:val="28"/>
              </w:rPr>
              <w:t>评</w:t>
            </w:r>
          </w:p>
          <w:p>
            <w:pPr>
              <w:snapToGrid w:val="0"/>
              <w:spacing w:line="400" w:lineRule="exact"/>
              <w:jc w:val="center"/>
              <w:rPr>
                <w:b/>
                <w:bCs/>
                <w:spacing w:val="10"/>
                <w:sz w:val="28"/>
              </w:rPr>
            </w:pPr>
            <w:r>
              <w:rPr>
                <w:rFonts w:hint="eastAsia"/>
                <w:b/>
                <w:bCs/>
                <w:spacing w:val="10"/>
                <w:sz w:val="28"/>
              </w:rPr>
              <w:t>分</w:t>
            </w:r>
          </w:p>
          <w:p>
            <w:pPr>
              <w:snapToGrid w:val="0"/>
              <w:spacing w:line="400" w:lineRule="exact"/>
              <w:jc w:val="center"/>
              <w:rPr>
                <w:b/>
                <w:bCs/>
                <w:spacing w:val="10"/>
                <w:sz w:val="28"/>
              </w:rPr>
            </w:pPr>
            <w:r>
              <w:rPr>
                <w:rFonts w:hint="eastAsia"/>
                <w:b/>
                <w:bCs/>
                <w:spacing w:val="10"/>
                <w:sz w:val="28"/>
              </w:rPr>
              <w:t>要</w:t>
            </w:r>
          </w:p>
          <w:p>
            <w:pPr>
              <w:snapToGrid w:val="0"/>
              <w:spacing w:line="400" w:lineRule="exact"/>
              <w:jc w:val="center"/>
              <w:rPr>
                <w:b/>
                <w:bCs/>
                <w:spacing w:val="10"/>
                <w:sz w:val="28"/>
              </w:rPr>
            </w:pPr>
            <w:r>
              <w:rPr>
                <w:rFonts w:hint="eastAsia"/>
                <w:b/>
                <w:bCs/>
                <w:spacing w:val="10"/>
                <w:sz w:val="28"/>
              </w:rPr>
              <w:t>求</w:t>
            </w:r>
          </w:p>
        </w:tc>
        <w:tc>
          <w:tcPr>
            <w:tcW w:w="2389" w:type="dxa"/>
            <w:vAlign w:val="center"/>
          </w:tcPr>
          <w:p>
            <w:pPr>
              <w:snapToGrid w:val="0"/>
              <w:spacing w:line="500" w:lineRule="exact"/>
              <w:rPr>
                <w:rFonts w:hint="eastAsia" w:ascii="方正仿宋_GBK" w:hAnsi="方正仿宋_GBK" w:eastAsia="方正仿宋_GBK" w:cs="方正仿宋_GBK"/>
                <w:b/>
                <w:bCs/>
                <w:spacing w:val="10"/>
                <w:sz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10"/>
                <w:sz w:val="28"/>
                <w:lang w:val="en-US" w:eastAsia="zh-CN"/>
              </w:rPr>
              <w:t>自我介绍的内容充实、主题明确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500" w:lineRule="exact"/>
              <w:rPr>
                <w:rFonts w:hint="eastAsia" w:ascii="方正仿宋_GBK" w:hAnsi="方正仿宋_GBK" w:eastAsia="方正仿宋_GBK" w:cs="方正仿宋_GBK"/>
                <w:b/>
                <w:bCs/>
                <w:spacing w:val="10"/>
                <w:sz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10"/>
                <w:sz w:val="24"/>
                <w:szCs w:val="24"/>
                <w:lang w:val="en-US" w:eastAsia="zh-CN"/>
              </w:rPr>
              <w:t>语言表达能力强，吐字清晰、声音响亮、语句流畅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500" w:lineRule="exact"/>
              <w:rPr>
                <w:rFonts w:hint="default" w:ascii="方正仿宋_GBK" w:hAnsi="方正仿宋_GBK" w:eastAsia="方正仿宋_GBK" w:cs="方正仿宋_GBK"/>
                <w:b/>
                <w:bCs/>
                <w:spacing w:val="10"/>
                <w:sz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10"/>
                <w:sz w:val="2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10"/>
                <w:sz w:val="24"/>
                <w:szCs w:val="24"/>
                <w:lang w:val="en-US" w:eastAsia="zh-CN"/>
              </w:rPr>
              <w:t>姿态端庄、动作自然、表情丰富、穿着朴素大方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500" w:lineRule="exact"/>
              <w:rPr>
                <w:rFonts w:hint="eastAsia" w:ascii="方正仿宋_GBK" w:hAnsi="方正仿宋_GBK" w:eastAsia="方正仿宋_GBK" w:cs="方正仿宋_GBK"/>
                <w:b/>
                <w:bCs/>
                <w:spacing w:val="10"/>
                <w:sz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10"/>
                <w:sz w:val="28"/>
                <w:lang w:val="en-US" w:eastAsia="zh-CN"/>
              </w:rPr>
              <w:t>视频图像清晰流畅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pacing w:val="10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10"/>
                <w:sz w:val="28"/>
              </w:rPr>
              <w:t>整体表现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39" w:type="dxa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hint="default"/>
                <w:b/>
                <w:bCs/>
                <w:spacing w:val="10"/>
                <w:sz w:val="28"/>
                <w:lang w:val="en-US"/>
              </w:rPr>
            </w:pPr>
            <w:r>
              <w:rPr>
                <w:rFonts w:hint="eastAsia"/>
                <w:b/>
                <w:bCs/>
                <w:spacing w:val="10"/>
                <w:sz w:val="28"/>
                <w:lang w:val="en-US" w:eastAsia="zh-CN"/>
              </w:rPr>
              <w:t>评分占比</w:t>
            </w:r>
          </w:p>
        </w:tc>
        <w:tc>
          <w:tcPr>
            <w:tcW w:w="2389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default" w:eastAsia="仿宋_GB2312"/>
                <w:b/>
                <w:bCs/>
                <w:spacing w:val="10"/>
                <w:sz w:val="28"/>
                <w:lang w:val="en-US" w:eastAsia="zh-CN"/>
              </w:rPr>
            </w:pPr>
            <w:r>
              <w:rPr>
                <w:rFonts w:hint="eastAsia"/>
                <w:b/>
                <w:bCs/>
                <w:spacing w:val="10"/>
                <w:sz w:val="28"/>
                <w:lang w:val="en-US" w:eastAsia="zh-CN"/>
              </w:rPr>
              <w:t>30%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default" w:eastAsia="仿宋_GB2312"/>
                <w:b/>
                <w:bCs/>
                <w:spacing w:val="10"/>
                <w:sz w:val="28"/>
                <w:lang w:val="en-US" w:eastAsia="zh-CN"/>
              </w:rPr>
            </w:pPr>
            <w:r>
              <w:rPr>
                <w:rFonts w:hint="eastAsia"/>
                <w:b/>
                <w:bCs/>
                <w:spacing w:val="10"/>
                <w:sz w:val="28"/>
                <w:lang w:val="en-US" w:eastAsia="zh-CN"/>
              </w:rPr>
              <w:t>30%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default" w:eastAsia="仿宋_GB2312"/>
                <w:b/>
                <w:bCs/>
                <w:spacing w:val="10"/>
                <w:sz w:val="28"/>
                <w:lang w:val="en-US" w:eastAsia="zh-CN"/>
              </w:rPr>
            </w:pPr>
            <w:r>
              <w:rPr>
                <w:rFonts w:hint="eastAsia"/>
                <w:b/>
                <w:bCs/>
                <w:spacing w:val="10"/>
                <w:sz w:val="28"/>
                <w:lang w:val="en-US" w:eastAsia="zh-CN"/>
              </w:rPr>
              <w:t>15%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b/>
                <w:bCs/>
                <w:spacing w:val="10"/>
                <w:sz w:val="28"/>
              </w:rPr>
            </w:pPr>
            <w:r>
              <w:rPr>
                <w:rFonts w:hint="eastAsia"/>
                <w:b/>
                <w:bCs/>
                <w:spacing w:val="10"/>
                <w:sz w:val="28"/>
                <w:lang w:val="en-US" w:eastAsia="zh-CN"/>
              </w:rPr>
              <w:t>15%</w:t>
            </w:r>
          </w:p>
        </w:tc>
        <w:tc>
          <w:tcPr>
            <w:tcW w:w="2390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default" w:eastAsia="仿宋_GB2312"/>
                <w:b/>
                <w:bCs/>
                <w:spacing w:val="10"/>
                <w:sz w:val="28"/>
                <w:lang w:val="en-US" w:eastAsia="zh-CN"/>
              </w:rPr>
            </w:pPr>
            <w:r>
              <w:rPr>
                <w:rFonts w:hint="eastAsia"/>
                <w:b/>
                <w:bCs/>
                <w:spacing w:val="10"/>
                <w:sz w:val="28"/>
                <w:lang w:val="en-US" w:eastAsia="zh-CN"/>
              </w:rPr>
              <w:t>10%</w:t>
            </w:r>
          </w:p>
        </w:tc>
      </w:tr>
    </w:tbl>
    <w:p>
      <w:pPr>
        <w:snapToGrid w:val="0"/>
        <w:rPr>
          <w:b/>
          <w:bCs/>
          <w:sz w:val="24"/>
        </w:rPr>
      </w:pPr>
      <w:r>
        <w:rPr>
          <w:rFonts w:hint="eastAsia"/>
          <w:b/>
          <w:bCs/>
          <w:sz w:val="21"/>
        </w:rPr>
        <w:t xml:space="preserve">    </w:t>
      </w:r>
      <w:r>
        <w:rPr>
          <w:rFonts w:hint="eastAsia"/>
          <w:b/>
          <w:bCs/>
          <w:sz w:val="24"/>
        </w:rPr>
        <w:t xml:space="preserve"> </w:t>
      </w: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1OTE4OGFkYzEzMzc0YzJiODYyODEwZWMyOTJjZWIifQ=="/>
  </w:docVars>
  <w:rsids>
    <w:rsidRoot w:val="00560FDC"/>
    <w:rsid w:val="00000ED3"/>
    <w:rsid w:val="00012656"/>
    <w:rsid w:val="0001748E"/>
    <w:rsid w:val="00017AA4"/>
    <w:rsid w:val="00017D32"/>
    <w:rsid w:val="000214E6"/>
    <w:rsid w:val="0003568E"/>
    <w:rsid w:val="00035F4D"/>
    <w:rsid w:val="00036C4B"/>
    <w:rsid w:val="00047C1D"/>
    <w:rsid w:val="000526BB"/>
    <w:rsid w:val="00054CBE"/>
    <w:rsid w:val="000555BF"/>
    <w:rsid w:val="000607CA"/>
    <w:rsid w:val="00062682"/>
    <w:rsid w:val="00072251"/>
    <w:rsid w:val="00075124"/>
    <w:rsid w:val="000845FE"/>
    <w:rsid w:val="00084E7D"/>
    <w:rsid w:val="000B55D5"/>
    <w:rsid w:val="000C0712"/>
    <w:rsid w:val="000C2191"/>
    <w:rsid w:val="000C6874"/>
    <w:rsid w:val="000D4615"/>
    <w:rsid w:val="000D5FBF"/>
    <w:rsid w:val="000E4BF2"/>
    <w:rsid w:val="000E6A1B"/>
    <w:rsid w:val="000E71AE"/>
    <w:rsid w:val="000F408D"/>
    <w:rsid w:val="000F47B3"/>
    <w:rsid w:val="000F70E5"/>
    <w:rsid w:val="000F7869"/>
    <w:rsid w:val="00100BDF"/>
    <w:rsid w:val="001151B8"/>
    <w:rsid w:val="00115F5B"/>
    <w:rsid w:val="001171A0"/>
    <w:rsid w:val="001271AB"/>
    <w:rsid w:val="0013158A"/>
    <w:rsid w:val="00131CA0"/>
    <w:rsid w:val="00135439"/>
    <w:rsid w:val="00140309"/>
    <w:rsid w:val="00141904"/>
    <w:rsid w:val="001426DF"/>
    <w:rsid w:val="001520A6"/>
    <w:rsid w:val="00163D42"/>
    <w:rsid w:val="00192A14"/>
    <w:rsid w:val="0019775F"/>
    <w:rsid w:val="001A5C58"/>
    <w:rsid w:val="001A6415"/>
    <w:rsid w:val="001B416E"/>
    <w:rsid w:val="001C4DDD"/>
    <w:rsid w:val="001C525D"/>
    <w:rsid w:val="001F0B53"/>
    <w:rsid w:val="001F230C"/>
    <w:rsid w:val="001F49D0"/>
    <w:rsid w:val="001F51A3"/>
    <w:rsid w:val="001F5283"/>
    <w:rsid w:val="001F62DF"/>
    <w:rsid w:val="001F6AA6"/>
    <w:rsid w:val="001F6DF2"/>
    <w:rsid w:val="00200B5B"/>
    <w:rsid w:val="00213700"/>
    <w:rsid w:val="00214254"/>
    <w:rsid w:val="002324EE"/>
    <w:rsid w:val="00242BBD"/>
    <w:rsid w:val="00250D8C"/>
    <w:rsid w:val="002558DB"/>
    <w:rsid w:val="00260E8F"/>
    <w:rsid w:val="00265081"/>
    <w:rsid w:val="002653A0"/>
    <w:rsid w:val="0027027E"/>
    <w:rsid w:val="002763BF"/>
    <w:rsid w:val="00281B77"/>
    <w:rsid w:val="00292810"/>
    <w:rsid w:val="002934FE"/>
    <w:rsid w:val="002A087F"/>
    <w:rsid w:val="002A1E11"/>
    <w:rsid w:val="002A3571"/>
    <w:rsid w:val="002B5260"/>
    <w:rsid w:val="002B6495"/>
    <w:rsid w:val="002C0CAB"/>
    <w:rsid w:val="002C47F6"/>
    <w:rsid w:val="002D04B0"/>
    <w:rsid w:val="002D77DE"/>
    <w:rsid w:val="002D7D8E"/>
    <w:rsid w:val="002E0DE5"/>
    <w:rsid w:val="002E3EE2"/>
    <w:rsid w:val="002F6277"/>
    <w:rsid w:val="00300BD0"/>
    <w:rsid w:val="003030F7"/>
    <w:rsid w:val="00307601"/>
    <w:rsid w:val="00322290"/>
    <w:rsid w:val="003243C8"/>
    <w:rsid w:val="00332355"/>
    <w:rsid w:val="00343E40"/>
    <w:rsid w:val="00351017"/>
    <w:rsid w:val="00353884"/>
    <w:rsid w:val="00354B85"/>
    <w:rsid w:val="00357387"/>
    <w:rsid w:val="003635D2"/>
    <w:rsid w:val="00372303"/>
    <w:rsid w:val="003746D0"/>
    <w:rsid w:val="00375AA8"/>
    <w:rsid w:val="00376575"/>
    <w:rsid w:val="00382DB3"/>
    <w:rsid w:val="003846A1"/>
    <w:rsid w:val="00385EFC"/>
    <w:rsid w:val="003866A7"/>
    <w:rsid w:val="003867C6"/>
    <w:rsid w:val="00387857"/>
    <w:rsid w:val="00387B99"/>
    <w:rsid w:val="00392F49"/>
    <w:rsid w:val="003946A5"/>
    <w:rsid w:val="003A1C1D"/>
    <w:rsid w:val="003A2B4F"/>
    <w:rsid w:val="003B06DA"/>
    <w:rsid w:val="003C2BB3"/>
    <w:rsid w:val="003C70A9"/>
    <w:rsid w:val="003C72A4"/>
    <w:rsid w:val="003C7EB1"/>
    <w:rsid w:val="003D2EA1"/>
    <w:rsid w:val="003D52E7"/>
    <w:rsid w:val="003D6BB2"/>
    <w:rsid w:val="003D6FCC"/>
    <w:rsid w:val="003E51B8"/>
    <w:rsid w:val="003F3266"/>
    <w:rsid w:val="003F3F3E"/>
    <w:rsid w:val="003F4757"/>
    <w:rsid w:val="004136D2"/>
    <w:rsid w:val="00415BB1"/>
    <w:rsid w:val="0041674B"/>
    <w:rsid w:val="004178D6"/>
    <w:rsid w:val="00420238"/>
    <w:rsid w:val="004205DC"/>
    <w:rsid w:val="0042290C"/>
    <w:rsid w:val="0042509F"/>
    <w:rsid w:val="004312C8"/>
    <w:rsid w:val="004370AF"/>
    <w:rsid w:val="00440CBF"/>
    <w:rsid w:val="004455A8"/>
    <w:rsid w:val="00450460"/>
    <w:rsid w:val="004513E0"/>
    <w:rsid w:val="004527D3"/>
    <w:rsid w:val="004539AC"/>
    <w:rsid w:val="004615CE"/>
    <w:rsid w:val="00464341"/>
    <w:rsid w:val="0046560A"/>
    <w:rsid w:val="00465F68"/>
    <w:rsid w:val="0046641C"/>
    <w:rsid w:val="00466E5D"/>
    <w:rsid w:val="004715F3"/>
    <w:rsid w:val="00473D02"/>
    <w:rsid w:val="00474BAE"/>
    <w:rsid w:val="00475C45"/>
    <w:rsid w:val="00481881"/>
    <w:rsid w:val="00483E70"/>
    <w:rsid w:val="004844B7"/>
    <w:rsid w:val="00485608"/>
    <w:rsid w:val="004A164E"/>
    <w:rsid w:val="004A41E7"/>
    <w:rsid w:val="004A6ED3"/>
    <w:rsid w:val="004A7AA8"/>
    <w:rsid w:val="004B3B39"/>
    <w:rsid w:val="004C6D9D"/>
    <w:rsid w:val="004C70C8"/>
    <w:rsid w:val="004D10FA"/>
    <w:rsid w:val="004D3BA5"/>
    <w:rsid w:val="004D6604"/>
    <w:rsid w:val="004E1FD8"/>
    <w:rsid w:val="004E37D6"/>
    <w:rsid w:val="004E5209"/>
    <w:rsid w:val="004E5BD8"/>
    <w:rsid w:val="004F40ED"/>
    <w:rsid w:val="004F538E"/>
    <w:rsid w:val="004F6E80"/>
    <w:rsid w:val="00502893"/>
    <w:rsid w:val="005102B8"/>
    <w:rsid w:val="0051043C"/>
    <w:rsid w:val="00510E8B"/>
    <w:rsid w:val="00511E2A"/>
    <w:rsid w:val="00512597"/>
    <w:rsid w:val="00515332"/>
    <w:rsid w:val="005222B4"/>
    <w:rsid w:val="005229E2"/>
    <w:rsid w:val="00522F2B"/>
    <w:rsid w:val="00527E9C"/>
    <w:rsid w:val="00527EC1"/>
    <w:rsid w:val="00534636"/>
    <w:rsid w:val="00542CB3"/>
    <w:rsid w:val="00546D1B"/>
    <w:rsid w:val="0055621B"/>
    <w:rsid w:val="00560FDC"/>
    <w:rsid w:val="005670A0"/>
    <w:rsid w:val="00571243"/>
    <w:rsid w:val="0057135E"/>
    <w:rsid w:val="00572B27"/>
    <w:rsid w:val="00583F7B"/>
    <w:rsid w:val="0058496D"/>
    <w:rsid w:val="00585083"/>
    <w:rsid w:val="005855EF"/>
    <w:rsid w:val="00590E2D"/>
    <w:rsid w:val="00592A40"/>
    <w:rsid w:val="005A5028"/>
    <w:rsid w:val="005B264E"/>
    <w:rsid w:val="005C37F1"/>
    <w:rsid w:val="005D3062"/>
    <w:rsid w:val="005D4F90"/>
    <w:rsid w:val="005F0270"/>
    <w:rsid w:val="005F441E"/>
    <w:rsid w:val="005F61B5"/>
    <w:rsid w:val="005F7241"/>
    <w:rsid w:val="00603A93"/>
    <w:rsid w:val="00611C92"/>
    <w:rsid w:val="00615CEB"/>
    <w:rsid w:val="00622D18"/>
    <w:rsid w:val="006301D5"/>
    <w:rsid w:val="00632A89"/>
    <w:rsid w:val="00633649"/>
    <w:rsid w:val="0064135D"/>
    <w:rsid w:val="00651E3D"/>
    <w:rsid w:val="00654A66"/>
    <w:rsid w:val="006578C9"/>
    <w:rsid w:val="0066051E"/>
    <w:rsid w:val="00661A32"/>
    <w:rsid w:val="006727D7"/>
    <w:rsid w:val="00674825"/>
    <w:rsid w:val="00675315"/>
    <w:rsid w:val="00692BEF"/>
    <w:rsid w:val="00697289"/>
    <w:rsid w:val="006A4FAE"/>
    <w:rsid w:val="006A7D6B"/>
    <w:rsid w:val="006B1EC6"/>
    <w:rsid w:val="006B2AEA"/>
    <w:rsid w:val="006B43C5"/>
    <w:rsid w:val="006B59B0"/>
    <w:rsid w:val="006B6F4A"/>
    <w:rsid w:val="006D57DE"/>
    <w:rsid w:val="006D7C83"/>
    <w:rsid w:val="006E1D54"/>
    <w:rsid w:val="006F49FA"/>
    <w:rsid w:val="006F569E"/>
    <w:rsid w:val="00705F8B"/>
    <w:rsid w:val="007120EF"/>
    <w:rsid w:val="00714E9A"/>
    <w:rsid w:val="00716597"/>
    <w:rsid w:val="00723888"/>
    <w:rsid w:val="007361DF"/>
    <w:rsid w:val="00736345"/>
    <w:rsid w:val="0073727C"/>
    <w:rsid w:val="00741BAD"/>
    <w:rsid w:val="00753E71"/>
    <w:rsid w:val="00756C1D"/>
    <w:rsid w:val="00764C3C"/>
    <w:rsid w:val="007677AB"/>
    <w:rsid w:val="00771F76"/>
    <w:rsid w:val="007727AF"/>
    <w:rsid w:val="007739CB"/>
    <w:rsid w:val="007811C1"/>
    <w:rsid w:val="007906D1"/>
    <w:rsid w:val="007951D0"/>
    <w:rsid w:val="007976EB"/>
    <w:rsid w:val="007979B4"/>
    <w:rsid w:val="007A35B0"/>
    <w:rsid w:val="007A39AB"/>
    <w:rsid w:val="007A3EA3"/>
    <w:rsid w:val="007A5780"/>
    <w:rsid w:val="007B1404"/>
    <w:rsid w:val="007B1917"/>
    <w:rsid w:val="007B4007"/>
    <w:rsid w:val="007B535A"/>
    <w:rsid w:val="007B5C65"/>
    <w:rsid w:val="007C0CA4"/>
    <w:rsid w:val="007D27D8"/>
    <w:rsid w:val="007D7947"/>
    <w:rsid w:val="007E4D9C"/>
    <w:rsid w:val="007F34A5"/>
    <w:rsid w:val="007F7A21"/>
    <w:rsid w:val="008003B1"/>
    <w:rsid w:val="00812C60"/>
    <w:rsid w:val="00814C6F"/>
    <w:rsid w:val="00830914"/>
    <w:rsid w:val="0083414A"/>
    <w:rsid w:val="00837103"/>
    <w:rsid w:val="00841EC6"/>
    <w:rsid w:val="008451DC"/>
    <w:rsid w:val="00850B12"/>
    <w:rsid w:val="00853160"/>
    <w:rsid w:val="008602EF"/>
    <w:rsid w:val="00861B29"/>
    <w:rsid w:val="008640C5"/>
    <w:rsid w:val="00870F6F"/>
    <w:rsid w:val="00874BF3"/>
    <w:rsid w:val="008759A3"/>
    <w:rsid w:val="00876A96"/>
    <w:rsid w:val="00885A5F"/>
    <w:rsid w:val="00893FA1"/>
    <w:rsid w:val="00895EB5"/>
    <w:rsid w:val="00895ED0"/>
    <w:rsid w:val="008A0AAD"/>
    <w:rsid w:val="008B7151"/>
    <w:rsid w:val="008C0884"/>
    <w:rsid w:val="008C2A31"/>
    <w:rsid w:val="008C3A07"/>
    <w:rsid w:val="008D4DA6"/>
    <w:rsid w:val="008E2042"/>
    <w:rsid w:val="008E40E3"/>
    <w:rsid w:val="008E4219"/>
    <w:rsid w:val="008E6AFD"/>
    <w:rsid w:val="008E7A65"/>
    <w:rsid w:val="008F03F4"/>
    <w:rsid w:val="008F451C"/>
    <w:rsid w:val="0090126B"/>
    <w:rsid w:val="00910462"/>
    <w:rsid w:val="00915B48"/>
    <w:rsid w:val="00915B6C"/>
    <w:rsid w:val="0092044F"/>
    <w:rsid w:val="0092121F"/>
    <w:rsid w:val="00921A05"/>
    <w:rsid w:val="00922EA3"/>
    <w:rsid w:val="00923B22"/>
    <w:rsid w:val="00923C50"/>
    <w:rsid w:val="00937193"/>
    <w:rsid w:val="00937832"/>
    <w:rsid w:val="00941A69"/>
    <w:rsid w:val="00946860"/>
    <w:rsid w:val="00946E0C"/>
    <w:rsid w:val="009637F2"/>
    <w:rsid w:val="00964AB4"/>
    <w:rsid w:val="0096634F"/>
    <w:rsid w:val="00972064"/>
    <w:rsid w:val="00972834"/>
    <w:rsid w:val="0097549A"/>
    <w:rsid w:val="00983657"/>
    <w:rsid w:val="00997C01"/>
    <w:rsid w:val="009A15D5"/>
    <w:rsid w:val="009A3B05"/>
    <w:rsid w:val="009A6298"/>
    <w:rsid w:val="009B107D"/>
    <w:rsid w:val="009B2801"/>
    <w:rsid w:val="009B2D63"/>
    <w:rsid w:val="009B35EB"/>
    <w:rsid w:val="009B4B6C"/>
    <w:rsid w:val="009B5859"/>
    <w:rsid w:val="009B5FDC"/>
    <w:rsid w:val="009B7DE7"/>
    <w:rsid w:val="009C54A4"/>
    <w:rsid w:val="009C5CC1"/>
    <w:rsid w:val="009D27F2"/>
    <w:rsid w:val="009D409F"/>
    <w:rsid w:val="009D577D"/>
    <w:rsid w:val="009D6169"/>
    <w:rsid w:val="009D6933"/>
    <w:rsid w:val="009D716C"/>
    <w:rsid w:val="009E44A2"/>
    <w:rsid w:val="009F4E96"/>
    <w:rsid w:val="009F7C76"/>
    <w:rsid w:val="00A01B99"/>
    <w:rsid w:val="00A07B34"/>
    <w:rsid w:val="00A14DF3"/>
    <w:rsid w:val="00A1719F"/>
    <w:rsid w:val="00A20A9F"/>
    <w:rsid w:val="00A25C65"/>
    <w:rsid w:val="00A36076"/>
    <w:rsid w:val="00A37080"/>
    <w:rsid w:val="00A41939"/>
    <w:rsid w:val="00A465B3"/>
    <w:rsid w:val="00A527A8"/>
    <w:rsid w:val="00A53EE2"/>
    <w:rsid w:val="00A5583E"/>
    <w:rsid w:val="00A55F49"/>
    <w:rsid w:val="00A601A0"/>
    <w:rsid w:val="00A65370"/>
    <w:rsid w:val="00A67681"/>
    <w:rsid w:val="00A755F3"/>
    <w:rsid w:val="00A8513D"/>
    <w:rsid w:val="00A85A9E"/>
    <w:rsid w:val="00A90FE2"/>
    <w:rsid w:val="00A92DA9"/>
    <w:rsid w:val="00AB25E0"/>
    <w:rsid w:val="00AB4A1A"/>
    <w:rsid w:val="00AB71EA"/>
    <w:rsid w:val="00AC02BD"/>
    <w:rsid w:val="00AC5CE5"/>
    <w:rsid w:val="00AE187D"/>
    <w:rsid w:val="00AE47F2"/>
    <w:rsid w:val="00AE5FA2"/>
    <w:rsid w:val="00AE67ED"/>
    <w:rsid w:val="00AE70F4"/>
    <w:rsid w:val="00AF14AA"/>
    <w:rsid w:val="00AF33DC"/>
    <w:rsid w:val="00AF3484"/>
    <w:rsid w:val="00AF4B67"/>
    <w:rsid w:val="00AF564C"/>
    <w:rsid w:val="00AF73F3"/>
    <w:rsid w:val="00B03B74"/>
    <w:rsid w:val="00B11A67"/>
    <w:rsid w:val="00B23107"/>
    <w:rsid w:val="00B24BA5"/>
    <w:rsid w:val="00B25EE0"/>
    <w:rsid w:val="00B32021"/>
    <w:rsid w:val="00B37DC1"/>
    <w:rsid w:val="00B505E0"/>
    <w:rsid w:val="00B54D98"/>
    <w:rsid w:val="00B61EA4"/>
    <w:rsid w:val="00B65795"/>
    <w:rsid w:val="00B70CB0"/>
    <w:rsid w:val="00B758BC"/>
    <w:rsid w:val="00B81FF2"/>
    <w:rsid w:val="00B823CA"/>
    <w:rsid w:val="00B82783"/>
    <w:rsid w:val="00B8523E"/>
    <w:rsid w:val="00B85D59"/>
    <w:rsid w:val="00B919D6"/>
    <w:rsid w:val="00B933D4"/>
    <w:rsid w:val="00B94D6D"/>
    <w:rsid w:val="00BA2CE6"/>
    <w:rsid w:val="00BB0EDB"/>
    <w:rsid w:val="00BB13CB"/>
    <w:rsid w:val="00BB33F2"/>
    <w:rsid w:val="00BB47A5"/>
    <w:rsid w:val="00BB498E"/>
    <w:rsid w:val="00BC02C7"/>
    <w:rsid w:val="00BC0570"/>
    <w:rsid w:val="00BC0CCF"/>
    <w:rsid w:val="00BD3BD1"/>
    <w:rsid w:val="00BD447E"/>
    <w:rsid w:val="00BD5A9B"/>
    <w:rsid w:val="00BE1958"/>
    <w:rsid w:val="00BF1950"/>
    <w:rsid w:val="00BF2090"/>
    <w:rsid w:val="00BF3CE3"/>
    <w:rsid w:val="00BF5A19"/>
    <w:rsid w:val="00C01897"/>
    <w:rsid w:val="00C10D96"/>
    <w:rsid w:val="00C12258"/>
    <w:rsid w:val="00C12DD2"/>
    <w:rsid w:val="00C16F0F"/>
    <w:rsid w:val="00C21B1D"/>
    <w:rsid w:val="00C25A65"/>
    <w:rsid w:val="00C25B9C"/>
    <w:rsid w:val="00C27791"/>
    <w:rsid w:val="00C30FD0"/>
    <w:rsid w:val="00C31B76"/>
    <w:rsid w:val="00C4101B"/>
    <w:rsid w:val="00C417E4"/>
    <w:rsid w:val="00C447AF"/>
    <w:rsid w:val="00C60671"/>
    <w:rsid w:val="00C64DD6"/>
    <w:rsid w:val="00C70AF7"/>
    <w:rsid w:val="00C77295"/>
    <w:rsid w:val="00C84F52"/>
    <w:rsid w:val="00C90D0A"/>
    <w:rsid w:val="00C9305D"/>
    <w:rsid w:val="00CA05CF"/>
    <w:rsid w:val="00CA1455"/>
    <w:rsid w:val="00CA1BEA"/>
    <w:rsid w:val="00CA1F7E"/>
    <w:rsid w:val="00CA39CC"/>
    <w:rsid w:val="00CA45B4"/>
    <w:rsid w:val="00CA67D1"/>
    <w:rsid w:val="00CC3E94"/>
    <w:rsid w:val="00CC6984"/>
    <w:rsid w:val="00CD35A9"/>
    <w:rsid w:val="00CD3D38"/>
    <w:rsid w:val="00CD5A87"/>
    <w:rsid w:val="00CE1EA5"/>
    <w:rsid w:val="00CE2063"/>
    <w:rsid w:val="00CE3980"/>
    <w:rsid w:val="00CE7963"/>
    <w:rsid w:val="00CF27AE"/>
    <w:rsid w:val="00CF3BAF"/>
    <w:rsid w:val="00CF5E6F"/>
    <w:rsid w:val="00D132D1"/>
    <w:rsid w:val="00D14401"/>
    <w:rsid w:val="00D2123B"/>
    <w:rsid w:val="00D21ECB"/>
    <w:rsid w:val="00D2296B"/>
    <w:rsid w:val="00D25ED8"/>
    <w:rsid w:val="00D27F10"/>
    <w:rsid w:val="00D31F28"/>
    <w:rsid w:val="00D4299A"/>
    <w:rsid w:val="00D7085D"/>
    <w:rsid w:val="00D712EF"/>
    <w:rsid w:val="00D75856"/>
    <w:rsid w:val="00D81A32"/>
    <w:rsid w:val="00D8226B"/>
    <w:rsid w:val="00D8621C"/>
    <w:rsid w:val="00D90809"/>
    <w:rsid w:val="00D953E2"/>
    <w:rsid w:val="00D95D63"/>
    <w:rsid w:val="00DA1C2A"/>
    <w:rsid w:val="00DA1E87"/>
    <w:rsid w:val="00DA2BF4"/>
    <w:rsid w:val="00DB7CAA"/>
    <w:rsid w:val="00DB7EFF"/>
    <w:rsid w:val="00DD3DF8"/>
    <w:rsid w:val="00DD7C9C"/>
    <w:rsid w:val="00DF1ED1"/>
    <w:rsid w:val="00DF4F63"/>
    <w:rsid w:val="00E00AA0"/>
    <w:rsid w:val="00E02DBD"/>
    <w:rsid w:val="00E0699F"/>
    <w:rsid w:val="00E117D1"/>
    <w:rsid w:val="00E12466"/>
    <w:rsid w:val="00E163EA"/>
    <w:rsid w:val="00E31B36"/>
    <w:rsid w:val="00E352ED"/>
    <w:rsid w:val="00E37E2A"/>
    <w:rsid w:val="00E44ED5"/>
    <w:rsid w:val="00E47350"/>
    <w:rsid w:val="00E5145D"/>
    <w:rsid w:val="00E51723"/>
    <w:rsid w:val="00E554F2"/>
    <w:rsid w:val="00E56BD4"/>
    <w:rsid w:val="00E654FD"/>
    <w:rsid w:val="00E65CDB"/>
    <w:rsid w:val="00E6753B"/>
    <w:rsid w:val="00E67F89"/>
    <w:rsid w:val="00E74B7C"/>
    <w:rsid w:val="00E76504"/>
    <w:rsid w:val="00E81D4B"/>
    <w:rsid w:val="00E94264"/>
    <w:rsid w:val="00E95901"/>
    <w:rsid w:val="00E96FF9"/>
    <w:rsid w:val="00EA28B0"/>
    <w:rsid w:val="00EA7C8B"/>
    <w:rsid w:val="00EB782F"/>
    <w:rsid w:val="00EC5432"/>
    <w:rsid w:val="00EC763B"/>
    <w:rsid w:val="00ED6272"/>
    <w:rsid w:val="00EE0DAA"/>
    <w:rsid w:val="00EE177C"/>
    <w:rsid w:val="00EE42D1"/>
    <w:rsid w:val="00EE445D"/>
    <w:rsid w:val="00EE7729"/>
    <w:rsid w:val="00EE7D9A"/>
    <w:rsid w:val="00EF1714"/>
    <w:rsid w:val="00F02579"/>
    <w:rsid w:val="00F06130"/>
    <w:rsid w:val="00F064F1"/>
    <w:rsid w:val="00F17E21"/>
    <w:rsid w:val="00F26E42"/>
    <w:rsid w:val="00F2791B"/>
    <w:rsid w:val="00F31F42"/>
    <w:rsid w:val="00F35B83"/>
    <w:rsid w:val="00F41103"/>
    <w:rsid w:val="00F513A1"/>
    <w:rsid w:val="00F537A6"/>
    <w:rsid w:val="00F56ABE"/>
    <w:rsid w:val="00F57641"/>
    <w:rsid w:val="00F60395"/>
    <w:rsid w:val="00F7099F"/>
    <w:rsid w:val="00F75690"/>
    <w:rsid w:val="00F84C55"/>
    <w:rsid w:val="00F910EE"/>
    <w:rsid w:val="00F91D4B"/>
    <w:rsid w:val="00F96A55"/>
    <w:rsid w:val="00F96AEB"/>
    <w:rsid w:val="00FA41D4"/>
    <w:rsid w:val="00FB4188"/>
    <w:rsid w:val="00FB451E"/>
    <w:rsid w:val="00FC1FBD"/>
    <w:rsid w:val="00FC32CF"/>
    <w:rsid w:val="00FC493D"/>
    <w:rsid w:val="00FD0CF3"/>
    <w:rsid w:val="00FD29A3"/>
    <w:rsid w:val="00FD3917"/>
    <w:rsid w:val="00FE092E"/>
    <w:rsid w:val="00FE16B6"/>
    <w:rsid w:val="00FE4348"/>
    <w:rsid w:val="00FE4F22"/>
    <w:rsid w:val="00FE5846"/>
    <w:rsid w:val="00FF5C7E"/>
    <w:rsid w:val="06D37908"/>
    <w:rsid w:val="0D7A0559"/>
    <w:rsid w:val="0DB10A56"/>
    <w:rsid w:val="1D191954"/>
    <w:rsid w:val="2E883D3C"/>
    <w:rsid w:val="57736F49"/>
    <w:rsid w:val="76CC348A"/>
    <w:rsid w:val="7848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6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link w:val="2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128</Words>
  <Characters>143</Characters>
  <Lines>3</Lines>
  <Paragraphs>1</Paragraphs>
  <TotalTime>56</TotalTime>
  <ScaleCrop>false</ScaleCrop>
  <LinksUpToDate>false</LinksUpToDate>
  <CharactersWithSpaces>149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2021-08-11T04:12:00Z</dcterms:created>
  <dc:creator>微软用户</dc:creator>
  <cp:lastModifiedBy>Eater</cp:lastModifiedBy>
  <dcterms:modified xsi:type="dcterms:W3CDTF">2022-05-10T08:31:56Z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C6DDAF0F45A54A298CA152EEDDEE82C2</vt:lpwstr>
  </property>
</Properties>
</file>